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719" w:rsidRDefault="008A4719">
      <w:pPr>
        <w:rPr>
          <w:rFonts w:ascii="Garamond" w:hAnsi="Garamond"/>
          <w:noProof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28.5pt;margin-top:3pt;width:62.25pt;height:38.25pt;z-index:251657728" stroked="f">
            <v:fill opacity="0"/>
            <v:textbox style="mso-next-textbox:#_x0000_s1026">
              <w:txbxContent>
                <w:p w:rsidR="008A4719" w:rsidRPr="001010F7" w:rsidRDefault="008A4719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August</w:t>
                  </w:r>
                </w:p>
              </w:txbxContent>
            </v:textbox>
          </v:shape>
        </w:pict>
      </w:r>
      <w:r>
        <w:rPr>
          <w:noProof/>
        </w:rPr>
        <w:pict>
          <v:roundrect id="_x0000_s1027" style="position:absolute;margin-left:228pt;margin-top:3.75pt;width:264pt;height:137.25pt;z-index:251651584" arcsize="10923f" strokeweight="1.5pt"/>
        </w:pict>
      </w:r>
    </w:p>
    <w:p w:rsidR="008A4719" w:rsidRDefault="008A4719">
      <w:pPr>
        <w:rPr>
          <w:rFonts w:ascii="Garamond" w:hAnsi="Garamond"/>
          <w:noProof/>
          <w:sz w:val="28"/>
          <w:szCs w:val="28"/>
        </w:rPr>
      </w:pPr>
    </w:p>
    <w:p w:rsidR="008A4719" w:rsidRDefault="008A4719">
      <w:pPr>
        <w:rPr>
          <w:rFonts w:ascii="Garamond" w:hAnsi="Garamond"/>
          <w:noProof/>
          <w:sz w:val="28"/>
          <w:szCs w:val="28"/>
        </w:rPr>
      </w:pPr>
    </w:p>
    <w:p w:rsidR="008A4719" w:rsidRDefault="008A4719">
      <w:pPr>
        <w:rPr>
          <w:rFonts w:ascii="Garamond" w:hAnsi="Garamond"/>
          <w:sz w:val="28"/>
          <w:szCs w:val="28"/>
        </w:rPr>
      </w:pPr>
    </w:p>
    <w:p w:rsidR="008A4719" w:rsidRPr="00C2490A" w:rsidRDefault="008A4719">
      <w:pPr>
        <w:rPr>
          <w:rFonts w:ascii="Garamond" w:hAnsi="Garamond"/>
          <w:sz w:val="28"/>
          <w:szCs w:val="28"/>
        </w:rPr>
      </w:pPr>
      <w:r>
        <w:rPr>
          <w:noProof/>
        </w:rPr>
        <w:pict>
          <v:shape id="_x0000_s1028" type="#_x0000_t202" style="position:absolute;margin-left:114pt;margin-top:122.25pt;width:62.25pt;height:38.25pt;z-index:251660800" stroked="f">
            <v:fill opacity="0"/>
            <v:textbox style="mso-next-textbox:#_x0000_s1028">
              <w:txbxContent>
                <w:p w:rsidR="008A4719" w:rsidRPr="001010F7" w:rsidRDefault="008A4719" w:rsidP="001010F7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Lily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522.75pt;margin-top:316.5pt;width:62.25pt;height:38.25pt;z-index:251662848" stroked="f">
            <v:fill opacity="0"/>
            <v:textbox>
              <w:txbxContent>
                <w:p w:rsidR="008A4719" w:rsidRPr="001010F7" w:rsidRDefault="008A4719" w:rsidP="001010F7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June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169.5pt;margin-top:316.5pt;width:62.25pt;height:38.25pt;z-index:251661824" stroked="f">
            <v:fill opacity="0"/>
            <v:textbox style="mso-next-textbox:#_x0000_s1030">
              <w:txbxContent>
                <w:p w:rsidR="008A4719" w:rsidRPr="001010F7" w:rsidRDefault="008A4719" w:rsidP="001010F7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May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553.5pt;margin-top:123pt;width:82.5pt;height:38.25pt;z-index:251659776" stroked="f">
            <v:fill opacity="0"/>
            <v:textbox style="mso-next-textbox:#_x0000_s1031">
              <w:txbxContent>
                <w:p w:rsidR="008A4719" w:rsidRPr="001010F7" w:rsidRDefault="008A4719" w:rsidP="001010F7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Rosaleen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291.75pt;margin-top:118.5pt;width:149.25pt;height:141pt;z-index:251658752" stroked="f" strokecolor="white">
            <v:fill opacity="0"/>
            <v:textbox style="mso-next-textbox:#_x0000_s1032">
              <w:txbxContent>
                <w:p w:rsidR="008A4719" w:rsidRDefault="008A4719" w:rsidP="007B73E2">
                  <w:pPr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  <w:r w:rsidRPr="007B73E2">
                    <w:rPr>
                      <w:rFonts w:ascii="Comic Sans MS" w:hAnsi="Comic Sans MS"/>
                      <w:sz w:val="32"/>
                      <w:szCs w:val="32"/>
                    </w:rPr>
                    <w:t xml:space="preserve">How </w:t>
                  </w:r>
                </w:p>
                <w:p w:rsidR="008A4719" w:rsidRDefault="008A4719" w:rsidP="007B73E2">
                  <w:pPr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  <w:r>
                    <w:rPr>
                      <w:rFonts w:ascii="Comic Sans MS" w:hAnsi="Comic Sans MS"/>
                      <w:sz w:val="32"/>
                      <w:szCs w:val="32"/>
                    </w:rPr>
                    <w:t>d</w:t>
                  </w:r>
                  <w:r w:rsidRPr="007B73E2">
                    <w:rPr>
                      <w:rFonts w:ascii="Comic Sans MS" w:hAnsi="Comic Sans MS"/>
                      <w:sz w:val="32"/>
                      <w:szCs w:val="32"/>
                    </w:rPr>
                    <w:t>o</w:t>
                  </w:r>
                  <w:r>
                    <w:rPr>
                      <w:rFonts w:ascii="Comic Sans MS" w:hAnsi="Comic Sans MS"/>
                      <w:sz w:val="32"/>
                      <w:szCs w:val="32"/>
                    </w:rPr>
                    <w:t xml:space="preserve"> </w:t>
                  </w:r>
                  <w:r w:rsidRPr="007B73E2">
                    <w:rPr>
                      <w:rFonts w:ascii="Comic Sans MS" w:hAnsi="Comic Sans MS"/>
                      <w:sz w:val="32"/>
                      <w:szCs w:val="32"/>
                    </w:rPr>
                    <w:t xml:space="preserve">each of </w:t>
                  </w:r>
                </w:p>
                <w:p w:rsidR="008A4719" w:rsidRDefault="008A4719" w:rsidP="007B73E2">
                  <w:pPr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  <w:r w:rsidRPr="007B73E2">
                    <w:rPr>
                      <w:rFonts w:ascii="Comic Sans MS" w:hAnsi="Comic Sans MS"/>
                      <w:sz w:val="32"/>
                      <w:szCs w:val="32"/>
                    </w:rPr>
                    <w:t xml:space="preserve">these </w:t>
                  </w:r>
                </w:p>
                <w:p w:rsidR="008A4719" w:rsidRPr="007B73E2" w:rsidRDefault="008A4719" w:rsidP="007B73E2">
                  <w:pPr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  <w:r w:rsidRPr="007B73E2">
                    <w:rPr>
                      <w:rFonts w:ascii="Comic Sans MS" w:hAnsi="Comic Sans MS"/>
                      <w:sz w:val="32"/>
                      <w:szCs w:val="32"/>
                    </w:rPr>
                    <w:t>characters represent motherhood?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56" coordsize="21600,21600" o:spt="56" path="m10800,l,8259,4200,21600r13200,l21600,8259xe">
            <v:stroke joinstyle="miter"/>
            <v:path gradientshapeok="t" o:connecttype="custom" o:connectlocs="10800,0;0,8259;4200,21600;10800,21600;17400,21600;21600,8259" o:connectangles="270,180,90,90,90,0" textboxrect="4200,5077,17400,21600"/>
          </v:shapetype>
          <v:shape id="_x0000_s1033" type="#_x0000_t56" style="position:absolute;margin-left:291pt;margin-top:109.5pt;width:147.75pt;height:156pt;z-index:251656704" strokeweight="1.5pt"/>
        </w:pict>
      </w:r>
      <w:r>
        <w:rPr>
          <w:noProof/>
        </w:rPr>
        <w:pict>
          <v:roundrect id="_x0000_s1034" style="position:absolute;margin-left:459.75pt;margin-top:124.5pt;width:264pt;height:137.25pt;z-index:251653632" arcsize="10923f" strokeweight="1.5pt"/>
        </w:pict>
      </w:r>
      <w:r>
        <w:rPr>
          <w:noProof/>
        </w:rPr>
        <w:pict>
          <v:roundrect id="_x0000_s1035" style="position:absolute;margin-left:6pt;margin-top:124.5pt;width:264pt;height:137.25pt;z-index:251652608" arcsize="10923f" strokeweight="1.5pt"/>
        </w:pict>
      </w:r>
      <w:r>
        <w:rPr>
          <w:noProof/>
        </w:rPr>
        <w:pict>
          <v:roundrect id="_x0000_s1036" style="position:absolute;margin-left:415.5pt;margin-top:320.25pt;width:264pt;height:137.25pt;z-index:251655680" arcsize="10923f" strokeweight="1.5pt"/>
        </w:pict>
      </w:r>
      <w:r>
        <w:rPr>
          <w:noProof/>
        </w:rPr>
        <w:pict>
          <v:roundrect id="_x0000_s1037" style="position:absolute;margin-left:63.75pt;margin-top:319.5pt;width:264pt;height:137.25pt;z-index:251654656" arcsize="10923f" strokeweight="1.5pt"/>
        </w:pict>
      </w:r>
      <w:r>
        <w:rPr>
          <w:noProof/>
        </w:rPr>
      </w:r>
      <w:r w:rsidRPr="0020709A">
        <w:rPr>
          <w:rFonts w:ascii="Garamond" w:hAnsi="Garamond"/>
          <w:sz w:val="28"/>
          <w:szCs w:val="28"/>
        </w:rPr>
        <w:pict>
          <v:group id="_x0000_s1038" editas="canvas" style="width:10in;height:6in;mso-position-horizontal-relative:char;mso-position-vertical-relative:line" coordorigin="720,1980" coordsize="14400,864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9" type="#_x0000_t75" style="position:absolute;left:720;top:1980;width:14400;height:8640" o:preferrelative="f">
              <v:fill o:detectmouseclick="t"/>
              <v:path o:extrusionok="t" o:connecttype="none"/>
              <o:lock v:ext="edit" text="t"/>
            </v:shape>
            <v:line id="_x0000_s1040" style="position:absolute" from="8039,3420" to="8040,4320" strokeweight="2.25pt"/>
            <v:line id="_x0000_s1041" style="position:absolute" from="9480,5400" to="9960,5401" strokeweight="2.25pt"/>
            <v:line id="_x0000_s1042" style="position:absolute" from="6120,5400" to="6600,5401" strokeweight="2.25pt"/>
            <v:line id="_x0000_s1043" style="position:absolute" from="8880,7200" to="9600,8460" strokeweight="2.25pt"/>
            <v:line id="_x0000_s1044" style="position:absolute;flip:x" from="6720,7200" to="7200,8460" strokeweight="2.25pt"/>
            <w10:anchorlock/>
          </v:group>
        </w:pict>
      </w:r>
    </w:p>
    <w:sectPr w:rsidR="008A4719" w:rsidRPr="00C2490A" w:rsidSect="007B73E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490A"/>
    <w:rsid w:val="000426EA"/>
    <w:rsid w:val="001010F7"/>
    <w:rsid w:val="00111A8F"/>
    <w:rsid w:val="0020709A"/>
    <w:rsid w:val="007259B5"/>
    <w:rsid w:val="007B73E2"/>
    <w:rsid w:val="00884549"/>
    <w:rsid w:val="008A4719"/>
    <w:rsid w:val="00BB3813"/>
    <w:rsid w:val="00C2490A"/>
    <w:rsid w:val="00CF30BF"/>
    <w:rsid w:val="00D53004"/>
    <w:rsid w:val="00EE2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004"/>
    <w:rPr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249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249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6</Words>
  <Characters>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Looser</dc:creator>
  <cp:keywords/>
  <dc:description/>
  <cp:lastModifiedBy>Administrator</cp:lastModifiedBy>
  <cp:revision>2</cp:revision>
  <cp:lastPrinted>2011-04-26T11:01:00Z</cp:lastPrinted>
  <dcterms:created xsi:type="dcterms:W3CDTF">2011-04-26T11:05:00Z</dcterms:created>
  <dcterms:modified xsi:type="dcterms:W3CDTF">2011-04-26T11:05:00Z</dcterms:modified>
</cp:coreProperties>
</file>